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938A880" w14:textId="2DA4F118" w:rsidR="003366D7" w:rsidRDefault="008B1A2C" w:rsidP="003366D7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47CD7">
        <w:rPr>
          <w:b/>
          <w:color w:val="FF5200" w:themeColor="accent2"/>
          <w:sz w:val="36"/>
          <w:szCs w:val="36"/>
        </w:rPr>
        <w:t>názvem „</w:t>
      </w:r>
      <w:r w:rsidR="007E15BD" w:rsidRPr="00947CD7">
        <w:rPr>
          <w:b/>
          <w:color w:val="FF5200" w:themeColor="accent2"/>
          <w:sz w:val="36"/>
          <w:szCs w:val="36"/>
        </w:rPr>
        <w:t>Nákup tuhých paliv pro spalování v energetických zdrojích v obvodu OŘ Ústí nad Labem</w:t>
      </w:r>
      <w:r w:rsidR="00947CD7" w:rsidRPr="00947CD7">
        <w:rPr>
          <w:b/>
          <w:color w:val="FF5200" w:themeColor="accent2"/>
          <w:sz w:val="36"/>
          <w:szCs w:val="36"/>
        </w:rPr>
        <w:t xml:space="preserve"> v období do </w:t>
      </w:r>
      <w:r w:rsidR="003171A3">
        <w:rPr>
          <w:b/>
          <w:color w:val="FF5200" w:themeColor="accent2"/>
          <w:sz w:val="36"/>
          <w:szCs w:val="36"/>
        </w:rPr>
        <w:t>30.04.2023</w:t>
      </w:r>
      <w:r w:rsidR="0031280B" w:rsidRPr="00947CD7">
        <w:rPr>
          <w:b/>
          <w:color w:val="FF5200" w:themeColor="accent2"/>
          <w:sz w:val="36"/>
          <w:szCs w:val="36"/>
        </w:rPr>
        <w:t>“</w:t>
      </w:r>
      <w:r w:rsidR="000128D4" w:rsidRPr="00947CD7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r w:rsidR="000128D4" w:rsidRPr="00614A5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614A54" w:rsidRPr="00614A5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3366D7" w:rsidRPr="003366D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1204/2023-SŽ-OŘ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067CD38" w:rsidR="00633D9C" w:rsidRDefault="00A93A74" w:rsidP="003366D7">
          <w:r>
            <w:t>Obsah</w:t>
          </w:r>
        </w:p>
        <w:p w14:paraId="341E514D" w14:textId="645FE4E9" w:rsidR="00AB2EC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3360902" w:history="1">
            <w:r w:rsidR="00AB2EC2" w:rsidRPr="00A618C4">
              <w:rPr>
                <w:rStyle w:val="Hypertextovodkaz"/>
                <w:noProof/>
              </w:rPr>
              <w:t>Kapitola 1.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Základní údaje k nabídce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_Toc113360902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BA129E">
              <w:rPr>
                <w:noProof/>
                <w:webHidden/>
              </w:rPr>
              <w:t>2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A21B7DD" w14:textId="2D4256E4" w:rsidR="00AB2EC2" w:rsidRDefault="00BA12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3" w:history="1">
            <w:r w:rsidR="00AB2EC2" w:rsidRPr="00A618C4">
              <w:rPr>
                <w:rStyle w:val="Hypertextovodkaz"/>
                <w:noProof/>
              </w:rPr>
              <w:t>Kapitola 2.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splnění základní způsobilosti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_Toc113360903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4A97584D" w14:textId="1D5F9E5E" w:rsidR="00AB2EC2" w:rsidRDefault="00BA12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4" w:history="1">
            <w:r w:rsidR="00AB2EC2" w:rsidRPr="00A618C4">
              <w:rPr>
                <w:rStyle w:val="Hypertextovodkaz"/>
                <w:noProof/>
              </w:rPr>
              <w:t>Kapitola 3.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o střetu zájmů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_Toc113360904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B235299" w14:textId="53FEE7C5" w:rsidR="00AB2EC2" w:rsidRDefault="00BA12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5" w:history="1">
            <w:r w:rsidR="00AB2EC2" w:rsidRPr="00A618C4">
              <w:rPr>
                <w:rStyle w:val="Hypertextovodkaz"/>
                <w:noProof/>
              </w:rPr>
              <w:t>Kapitola 4.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k neuzavření zakázaných dohod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_Toc113360905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5247C25" w14:textId="0F30F3D1" w:rsidR="00AB2EC2" w:rsidRDefault="00BA12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6" w:history="1">
            <w:r w:rsidR="00AB2EC2" w:rsidRPr="00A618C4">
              <w:rPr>
                <w:rStyle w:val="Hypertextovodkaz"/>
                <w:noProof/>
              </w:rPr>
              <w:t>Kapitola 5.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poddodavatelích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_Toc113360906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63BB52A2" w14:textId="64F8D6FD" w:rsidR="00AB2EC2" w:rsidRDefault="00BA129E" w:rsidP="00AB2EC2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7" w:history="1">
            <w:r w:rsidR="00AB2EC2" w:rsidRPr="00A618C4">
              <w:rPr>
                <w:rStyle w:val="Hypertextovodkaz"/>
                <w:rFonts w:eastAsia="Times New Roman"/>
                <w:noProof/>
              </w:rPr>
              <w:t>Kapitola 6.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</w:t>
            </w:r>
            <w:r w:rsidR="00AB2EC2" w:rsidRPr="00A618C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_Toc113360907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18BAFDF" w14:textId="0DDB60D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33609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F8ACE98" w:rsidR="00A93A74" w:rsidRDefault="00A93A74" w:rsidP="008B1A2C">
      <w:r>
        <w:t xml:space="preserve">Účastník prohlašuje, že veškeré údaje </w:t>
      </w:r>
      <w:r w:rsidRPr="007E15BD">
        <w:t xml:space="preserve">uvedené v tomto krycím listu, který je přílohou č. </w:t>
      </w:r>
      <w:r w:rsidR="00B87D91" w:rsidRPr="007E15BD">
        <w:t xml:space="preserve">1 </w:t>
      </w:r>
      <w:r w:rsidRPr="007E15BD">
        <w:t>Výzvy k podání nabíd</w:t>
      </w:r>
      <w:r w:rsidR="004C76E9" w:rsidRPr="007E15BD">
        <w:t>ky</w:t>
      </w:r>
      <w:r w:rsidRPr="007E15BD">
        <w:t xml:space="preserve"> na veřejnou zakázku zadávanou</w:t>
      </w:r>
      <w:r w:rsidR="004C76E9" w:rsidRPr="007E15BD">
        <w:t xml:space="preserve"> jako </w:t>
      </w:r>
      <w:r w:rsidR="000128D4" w:rsidRPr="007E15BD">
        <w:rPr>
          <w:rFonts w:eastAsia="Times New Roman" w:cs="Times New Roman"/>
          <w:lang w:eastAsia="cs-CZ"/>
        </w:rPr>
        <w:t>podlimitní sektorovou veřejnou zakázku</w:t>
      </w:r>
      <w:r w:rsidRPr="007E15BD">
        <w:t>, jsou pravdivé</w:t>
      </w:r>
      <w:r w:rsidR="009771C9" w:rsidRPr="007E15BD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5E034E0" w14:textId="69B3B77B" w:rsidR="00FD2A1E" w:rsidRDefault="00FC5583" w:rsidP="00947CD7">
      <w:pPr>
        <w:spacing w:after="0" w:line="480" w:lineRule="auto"/>
      </w:pPr>
      <w:r>
        <w:t>Celková n</w:t>
      </w:r>
      <w:r w:rsidR="008B1A2C">
        <w:t>abídková cena</w:t>
      </w:r>
      <w:r w:rsidR="00C87B78">
        <w:t xml:space="preserve"> </w:t>
      </w:r>
      <w:r w:rsidR="00947CD7">
        <w:t xml:space="preserve">za celý předmět plnění </w:t>
      </w:r>
      <w:r>
        <w:t xml:space="preserve">v Kč </w:t>
      </w:r>
      <w:r w:rsidR="00C87B78">
        <w:t>bez DPH</w:t>
      </w:r>
      <w:r w:rsidR="00947CD7">
        <w:tab/>
      </w:r>
      <w:r w:rsidR="00947CD7">
        <w:tab/>
      </w:r>
      <w:r w:rsidR="00FD2A1E" w:rsidRPr="0022719F">
        <w:rPr>
          <w:highlight w:val="yellow"/>
        </w:rPr>
        <w:t>[VLOŽÍ ÚČASTNÍK]</w:t>
      </w:r>
    </w:p>
    <w:p w14:paraId="455953B6" w14:textId="2E92CB51" w:rsidR="00FD2A1E" w:rsidRDefault="00947CD7" w:rsidP="00947CD7">
      <w:pPr>
        <w:spacing w:after="0" w:line="480" w:lineRule="auto"/>
      </w:pPr>
      <w:r>
        <w:t xml:space="preserve">celkem </w:t>
      </w:r>
      <w:r w:rsidR="00FD2A1E">
        <w:t>DPH:</w:t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>
        <w:tab/>
      </w:r>
      <w:r w:rsidR="00FD2A1E" w:rsidRPr="0022719F">
        <w:rPr>
          <w:highlight w:val="yellow"/>
        </w:rPr>
        <w:t>[VLOŽÍ ÚČASTNÍK]</w:t>
      </w:r>
    </w:p>
    <w:p w14:paraId="0EED3AE5" w14:textId="0E1228CB" w:rsidR="00FD2A1E" w:rsidRDefault="00FD2A1E" w:rsidP="00947CD7">
      <w:pPr>
        <w:spacing w:after="0" w:line="480" w:lineRule="auto"/>
      </w:pPr>
      <w:r>
        <w:t xml:space="preserve">Celková nabídková cena </w:t>
      </w:r>
      <w:r w:rsidR="00947CD7">
        <w:t xml:space="preserve">za celý předmět plnění </w:t>
      </w:r>
      <w:r>
        <w:t>v Kč včetně DPH:</w:t>
      </w:r>
      <w:r w:rsidR="00947CD7">
        <w:tab/>
      </w:r>
      <w:r w:rsidRPr="0022719F">
        <w:rPr>
          <w:highlight w:val="yellow"/>
        </w:rPr>
        <w:t>[VLOŽÍ ÚČASTNÍK]</w:t>
      </w:r>
    </w:p>
    <w:p w14:paraId="62DFAF46" w14:textId="77777777" w:rsidR="00947CD7" w:rsidRDefault="00947CD7" w:rsidP="008B1A2C">
      <w:pPr>
        <w:rPr>
          <w:b/>
        </w:rPr>
      </w:pPr>
    </w:p>
    <w:p w14:paraId="2915FC32" w14:textId="0D85D8E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A129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A129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341C48">
      <w:pPr>
        <w:pStyle w:val="Nadpis2"/>
        <w:numPr>
          <w:ilvl w:val="0"/>
          <w:numId w:val="34"/>
        </w:numPr>
        <w:ind w:left="714" w:hanging="357"/>
      </w:pPr>
      <w:bookmarkStart w:id="2" w:name="_Toc11336090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33609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7E15BD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33609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156868E3" w:rsidR="00E85D44" w:rsidRPr="00AB2EC2" w:rsidRDefault="00E85D44" w:rsidP="00AB2EC2">
      <w:r>
        <w:br w:type="page"/>
      </w:r>
    </w:p>
    <w:p w14:paraId="13EC6245" w14:textId="1D7B1A0F" w:rsidR="00F44645" w:rsidRPr="000128D4" w:rsidRDefault="00AB2EC2" w:rsidP="00F44645">
      <w:pPr>
        <w:pStyle w:val="Nadpis2"/>
        <w:numPr>
          <w:ilvl w:val="0"/>
          <w:numId w:val="34"/>
        </w:numPr>
      </w:pPr>
      <w:bookmarkStart w:id="5" w:name="_Toc113360906"/>
      <w:r>
        <w:lastRenderedPageBreak/>
        <w:t>Čestné prohlášení o poddodavatelích</w:t>
      </w:r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D4A01A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030EB7BA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6" w:name="Zaškrtávací1"/>
    <w:p w14:paraId="66AB0979" w14:textId="3B010901" w:rsidR="00AB2EC2" w:rsidRPr="00443E91" w:rsidRDefault="00AB2EC2" w:rsidP="00AB2EC2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BA129E">
        <w:fldChar w:fldCharType="separate"/>
      </w:r>
      <w:r w:rsidRPr="00443E91">
        <w:fldChar w:fldCharType="end"/>
      </w:r>
      <w:bookmarkEnd w:id="6"/>
      <w:r w:rsidRPr="00443E91">
        <w:tab/>
        <w:t>Při plnění veřejné zakázky s názvem „</w:t>
      </w:r>
      <w:r w:rsidR="009A58F3" w:rsidRPr="009A58F3">
        <w:rPr>
          <w:b/>
          <w:bCs/>
        </w:rPr>
        <w:t>Nákup tuhých paliv pro spalování v energetických zdrojích v obvodu OŘ Ústí nad Labem</w:t>
      </w:r>
      <w:r w:rsidR="00EE11BA">
        <w:rPr>
          <w:b/>
          <w:bCs/>
        </w:rPr>
        <w:t xml:space="preserve"> do </w:t>
      </w:r>
      <w:r w:rsidR="003171A3">
        <w:rPr>
          <w:b/>
          <w:bCs/>
        </w:rPr>
        <w:t>30.04.2023</w:t>
      </w:r>
      <w:r w:rsidRPr="00443E91">
        <w:t xml:space="preserve">“ </w:t>
      </w:r>
      <w:r w:rsidRPr="009A58F3">
        <w:t>nepoužije</w:t>
      </w:r>
      <w:r w:rsidRPr="00443E91">
        <w:t xml:space="preserve">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4A975BEC" w14:textId="2ACA9770" w:rsidR="00AB2EC2" w:rsidRPr="00443E91" w:rsidRDefault="00AB2EC2" w:rsidP="00AB2EC2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BA129E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9A58F3" w:rsidRPr="009A58F3">
        <w:rPr>
          <w:b/>
          <w:bCs/>
        </w:rPr>
        <w:t>Nákup tuhých paliv pro spalování v energetických zdrojích v obvodu OŘ Ústí nad Labem</w:t>
      </w:r>
      <w:r w:rsidR="00EE11BA">
        <w:rPr>
          <w:b/>
          <w:bCs/>
        </w:rPr>
        <w:t xml:space="preserve"> v období do </w:t>
      </w:r>
      <w:r w:rsidR="000E124E">
        <w:rPr>
          <w:b/>
          <w:bCs/>
        </w:rPr>
        <w:t>30.04.2023</w:t>
      </w:r>
      <w:r w:rsidRPr="00443E91">
        <w:t>“ použije tyto poddodavatele:</w:t>
      </w:r>
    </w:p>
    <w:p w14:paraId="2BAE4BF8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8A53DC3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B2EC2" w:rsidRPr="005F0577" w14:paraId="291DA447" w14:textId="77777777" w:rsidTr="002052EC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3F456B" w14:textId="77777777" w:rsidR="00AB2EC2" w:rsidRPr="005F0577" w:rsidRDefault="00AB2EC2" w:rsidP="002052E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570312" w14:textId="77777777" w:rsidR="00AB2EC2" w:rsidRPr="005F0577" w:rsidRDefault="00AB2EC2" w:rsidP="002052E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B2EC2" w:rsidRPr="005F0577" w14:paraId="27EBF701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161C411022243F6B62F0F5937F0A453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4105B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098C04564C69489694FB2A4D6DE9DFC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6467B8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286788AB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2E941997B91840B58E665D5D7C37C29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6FB04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2F716B1942AF4C2991EBB769D932EF1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C9DE72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734C4BCD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56E86C058BF54A5FA3CB13EDF7084B1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F2C60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17457E2E3B934D628508893D2731A4D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33C47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585F3184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18E426703B6341E6B6ED5B6118B3AFF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04F9C6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FEFA6567AB4F44FE9F552ED7049651F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EEF5F9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7A774CC" w14:textId="07328A60" w:rsidR="002126E7" w:rsidRPr="00AB2EC2" w:rsidRDefault="000128D4" w:rsidP="00AB2EC2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1336090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4F87088" w14:textId="77777777" w:rsidR="00AB2EC2" w:rsidRDefault="00AB2EC2" w:rsidP="00AB2EC2">
          <w:pPr>
            <w:pStyle w:val="Zpat"/>
          </w:pPr>
          <w:r>
            <w:t>Oblastní ředitelství Ústí nad Labem</w:t>
          </w:r>
        </w:p>
        <w:p w14:paraId="7A01F954" w14:textId="77777777" w:rsidR="00AB2EC2" w:rsidRDefault="00AB2EC2" w:rsidP="00AB2EC2">
          <w:pPr>
            <w:pStyle w:val="Zpat"/>
          </w:pPr>
          <w:r>
            <w:t>Železničářská 1386/31</w:t>
          </w:r>
        </w:p>
        <w:p w14:paraId="3F9D14E1" w14:textId="38C70952" w:rsidR="00A327CB" w:rsidRDefault="00AB2EC2" w:rsidP="00AB2EC2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6105429" w14:textId="77777777" w:rsidR="00AB2EC2" w:rsidRPr="001571DA" w:rsidRDefault="00AB2EC2" w:rsidP="00AB2EC2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1B79A368" w14:textId="77777777" w:rsidR="00AB2EC2" w:rsidRPr="005F0577" w:rsidRDefault="00AB2EC2" w:rsidP="00AB2EC2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124E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7B74"/>
    <w:rsid w:val="00280E07"/>
    <w:rsid w:val="00293E5A"/>
    <w:rsid w:val="002C31BF"/>
    <w:rsid w:val="002D08B1"/>
    <w:rsid w:val="002E0CD7"/>
    <w:rsid w:val="002F50CD"/>
    <w:rsid w:val="00304B06"/>
    <w:rsid w:val="0031280B"/>
    <w:rsid w:val="003171A3"/>
    <w:rsid w:val="00321D98"/>
    <w:rsid w:val="003221F2"/>
    <w:rsid w:val="003366D7"/>
    <w:rsid w:val="00341C48"/>
    <w:rsid w:val="00341DCF"/>
    <w:rsid w:val="00354C5C"/>
    <w:rsid w:val="00357BC6"/>
    <w:rsid w:val="0036634F"/>
    <w:rsid w:val="003956C6"/>
    <w:rsid w:val="003B596F"/>
    <w:rsid w:val="00441430"/>
    <w:rsid w:val="00445572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14A54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C3584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75AE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15BD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47CD7"/>
    <w:rsid w:val="00962258"/>
    <w:rsid w:val="009678B7"/>
    <w:rsid w:val="009771C9"/>
    <w:rsid w:val="009833E1"/>
    <w:rsid w:val="00992CE9"/>
    <w:rsid w:val="00992D9C"/>
    <w:rsid w:val="00996617"/>
    <w:rsid w:val="00996CB8"/>
    <w:rsid w:val="009A58F3"/>
    <w:rsid w:val="009B14A9"/>
    <w:rsid w:val="009B2E97"/>
    <w:rsid w:val="009C261E"/>
    <w:rsid w:val="009D3107"/>
    <w:rsid w:val="009E07F4"/>
    <w:rsid w:val="009F392E"/>
    <w:rsid w:val="009F56C2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B2EC2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A129E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E11BA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A508F"/>
    <w:rsid w:val="00FC4B68"/>
    <w:rsid w:val="00FC5583"/>
    <w:rsid w:val="00FC6389"/>
    <w:rsid w:val="00FD2A1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AB2EC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61C411022243F6B62F0F5937F0A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6D8E0-A9B3-4252-AF89-5C2C95629539}"/>
      </w:docPartPr>
      <w:docPartBody>
        <w:p w:rsidR="00EC6C5B" w:rsidRDefault="00EE5938" w:rsidP="00EE5938">
          <w:pPr>
            <w:pStyle w:val="B161C411022243F6B62F0F5937F0A4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8C04564C69489694FB2A4D6DE9D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50B08-094E-4410-A313-DD782D43EFA5}"/>
      </w:docPartPr>
      <w:docPartBody>
        <w:p w:rsidR="00EC6C5B" w:rsidRDefault="00EE5938" w:rsidP="00EE5938">
          <w:pPr>
            <w:pStyle w:val="098C04564C69489694FB2A4D6DE9DF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941997B91840B58E665D5D7C37C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375B7-605A-4B84-B2CA-DBE8AF27521C}"/>
      </w:docPartPr>
      <w:docPartBody>
        <w:p w:rsidR="00EC6C5B" w:rsidRDefault="00EE5938" w:rsidP="00EE5938">
          <w:pPr>
            <w:pStyle w:val="2E941997B91840B58E665D5D7C37C29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716B1942AF4C2991EBB769D932E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D34AD-F94F-4680-A1C5-2409F9BF695F}"/>
      </w:docPartPr>
      <w:docPartBody>
        <w:p w:rsidR="00EC6C5B" w:rsidRDefault="00EE5938" w:rsidP="00EE5938">
          <w:pPr>
            <w:pStyle w:val="2F716B1942AF4C2991EBB769D932E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E86C058BF54A5FA3CB13EDF7084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322B2-46CC-4F3C-8CDB-CAD6B2F79800}"/>
      </w:docPartPr>
      <w:docPartBody>
        <w:p w:rsidR="00EC6C5B" w:rsidRDefault="00EE5938" w:rsidP="00EE5938">
          <w:pPr>
            <w:pStyle w:val="56E86C058BF54A5FA3CB13EDF7084B1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457E2E3B934D628508893D2731A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46A837-0346-474F-86B8-5F140EB51DE5}"/>
      </w:docPartPr>
      <w:docPartBody>
        <w:p w:rsidR="00EC6C5B" w:rsidRDefault="00EE5938" w:rsidP="00EE5938">
          <w:pPr>
            <w:pStyle w:val="17457E2E3B934D628508893D2731A4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E426703B6341E6B6ED5B6118B3A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8774B-0164-4A09-9A0C-7A30FDD7BC00}"/>
      </w:docPartPr>
      <w:docPartBody>
        <w:p w:rsidR="00EC6C5B" w:rsidRDefault="00EE5938" w:rsidP="00EE5938">
          <w:pPr>
            <w:pStyle w:val="18E426703B6341E6B6ED5B6118B3AF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FA6567AB4F44FE9F552ED704965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F3B57-BD53-47E6-AA45-9077E69B2620}"/>
      </w:docPartPr>
      <w:docPartBody>
        <w:p w:rsidR="00EC6C5B" w:rsidRDefault="00EE5938" w:rsidP="00EE5938">
          <w:pPr>
            <w:pStyle w:val="FEFA6567AB4F44FE9F552ED7049651F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938"/>
    <w:rsid w:val="00EC6C5B"/>
    <w:rsid w:val="00E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938"/>
    <w:rPr>
      <w:color w:val="808080"/>
    </w:rPr>
  </w:style>
  <w:style w:type="paragraph" w:customStyle="1" w:styleId="B161C411022243F6B62F0F5937F0A453">
    <w:name w:val="B161C411022243F6B62F0F5937F0A453"/>
    <w:rsid w:val="00EE5938"/>
  </w:style>
  <w:style w:type="paragraph" w:customStyle="1" w:styleId="098C04564C69489694FB2A4D6DE9DFCD">
    <w:name w:val="098C04564C69489694FB2A4D6DE9DFCD"/>
    <w:rsid w:val="00EE5938"/>
  </w:style>
  <w:style w:type="paragraph" w:customStyle="1" w:styleId="2E941997B91840B58E665D5D7C37C299">
    <w:name w:val="2E941997B91840B58E665D5D7C37C299"/>
    <w:rsid w:val="00EE5938"/>
  </w:style>
  <w:style w:type="paragraph" w:customStyle="1" w:styleId="2F716B1942AF4C2991EBB769D932EF12">
    <w:name w:val="2F716B1942AF4C2991EBB769D932EF12"/>
    <w:rsid w:val="00EE5938"/>
  </w:style>
  <w:style w:type="paragraph" w:customStyle="1" w:styleId="56E86C058BF54A5FA3CB13EDF7084B15">
    <w:name w:val="56E86C058BF54A5FA3CB13EDF7084B15"/>
    <w:rsid w:val="00EE5938"/>
  </w:style>
  <w:style w:type="paragraph" w:customStyle="1" w:styleId="17457E2E3B934D628508893D2731A4D0">
    <w:name w:val="17457E2E3B934D628508893D2731A4D0"/>
    <w:rsid w:val="00EE5938"/>
  </w:style>
  <w:style w:type="paragraph" w:customStyle="1" w:styleId="18E426703B6341E6B6ED5B6118B3AFF4">
    <w:name w:val="18E426703B6341E6B6ED5B6118B3AFF4"/>
    <w:rsid w:val="00EE5938"/>
  </w:style>
  <w:style w:type="paragraph" w:customStyle="1" w:styleId="FEFA6567AB4F44FE9F552ED7049651F8">
    <w:name w:val="FEFA6567AB4F44FE9F552ED7049651F8"/>
    <w:rsid w:val="00EE5938"/>
  </w:style>
  <w:style w:type="paragraph" w:customStyle="1" w:styleId="AFA7FA9156DF45728A79355655FA5118">
    <w:name w:val="AFA7FA9156DF45728A79355655FA5118"/>
    <w:rsid w:val="00EE5938"/>
  </w:style>
  <w:style w:type="paragraph" w:customStyle="1" w:styleId="393C884637144A90867636CB78F4BE69">
    <w:name w:val="393C884637144A90867636CB78F4BE69"/>
    <w:rsid w:val="00EE5938"/>
  </w:style>
  <w:style w:type="paragraph" w:customStyle="1" w:styleId="48795D3D94394FB3BCB407FA0F3FEF76">
    <w:name w:val="48795D3D94394FB3BCB407FA0F3FEF76"/>
    <w:rsid w:val="00EE5938"/>
  </w:style>
  <w:style w:type="paragraph" w:customStyle="1" w:styleId="A4DE13B960324E469C20FD8AF586927E">
    <w:name w:val="A4DE13B960324E469C20FD8AF586927E"/>
    <w:rsid w:val="00EE5938"/>
  </w:style>
  <w:style w:type="paragraph" w:customStyle="1" w:styleId="FC81D43AD37D4FA69D2ADB6C1EBDC0C0">
    <w:name w:val="FC81D43AD37D4FA69D2ADB6C1EBDC0C0"/>
    <w:rsid w:val="00EE5938"/>
  </w:style>
  <w:style w:type="paragraph" w:customStyle="1" w:styleId="AFE836D56A3E425799915F33C6A146BE">
    <w:name w:val="AFE836D56A3E425799915F33C6A146BE"/>
    <w:rsid w:val="00EE5938"/>
  </w:style>
  <w:style w:type="paragraph" w:customStyle="1" w:styleId="5BCF328A8FCB4EA095814F549B88E320">
    <w:name w:val="5BCF328A8FCB4EA095814F549B88E320"/>
    <w:rsid w:val="00EE5938"/>
  </w:style>
  <w:style w:type="paragraph" w:customStyle="1" w:styleId="95E925DD53554E1BA3621F5A1766509F">
    <w:name w:val="95E925DD53554E1BA3621F5A1766509F"/>
    <w:rsid w:val="00E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70EF0F-32E6-4796-9861-7A8A50ABA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68</TotalTime>
  <Pages>8</Pages>
  <Words>1272</Words>
  <Characters>7506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19</cp:revision>
  <cp:lastPrinted>2017-11-28T17:18:00Z</cp:lastPrinted>
  <dcterms:created xsi:type="dcterms:W3CDTF">2022-09-06T10:38:00Z</dcterms:created>
  <dcterms:modified xsi:type="dcterms:W3CDTF">2023-01-12T06:21:00Z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